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78" w:rsidRDefault="008B2778" w:rsidP="00662C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 ЗАПИСКА</w:t>
      </w:r>
    </w:p>
    <w:p w:rsidR="008B2778" w:rsidRDefault="008B2778" w:rsidP="00D807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к  проекту постановления администрации городского округа ЗАТО город Фокино «</w:t>
      </w:r>
      <w:r w:rsidRPr="00D8070D">
        <w:rPr>
          <w:rFonts w:ascii="Times New Roman" w:hAnsi="Times New Roman"/>
          <w:sz w:val="28"/>
          <w:szCs w:val="28"/>
        </w:rPr>
        <w:t xml:space="preserve">Об утверждении ведомственного перечня отдельных видов товаров, работ, услуг, их потребительских свойств и иных характеристик,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D8070D">
        <w:rPr>
          <w:rFonts w:ascii="Times New Roman" w:hAnsi="Times New Roman"/>
          <w:sz w:val="28"/>
          <w:szCs w:val="28"/>
        </w:rPr>
        <w:t xml:space="preserve">значений таких свойств и характеристик, закупаемых </w:t>
      </w:r>
      <w:r w:rsidRPr="00E6550B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ем</w:t>
      </w:r>
      <w:r w:rsidRPr="00E6550B">
        <w:rPr>
          <w:rFonts w:ascii="Times New Roman" w:hAnsi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50B">
        <w:rPr>
          <w:rFonts w:ascii="Times New Roman" w:hAnsi="Times New Roman"/>
          <w:sz w:val="28"/>
          <w:szCs w:val="28"/>
        </w:rPr>
        <w:t>городского округа ЗАТО город Фокино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8B2778" w:rsidRDefault="008B2778" w:rsidP="00662C2A">
      <w:pPr>
        <w:spacing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8B2778" w:rsidRDefault="008B2778" w:rsidP="00662C2A">
      <w:pPr>
        <w:jc w:val="both"/>
        <w:rPr>
          <w:rFonts w:ascii="Times New Roman" w:hAnsi="Times New Roman"/>
          <w:sz w:val="27"/>
          <w:szCs w:val="27"/>
        </w:rPr>
      </w:pPr>
    </w:p>
    <w:p w:rsidR="008B2778" w:rsidRPr="00D8070D" w:rsidRDefault="008B2778" w:rsidP="00D807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</w:rPr>
        <w:t xml:space="preserve">Проект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</w:t>
      </w:r>
    </w:p>
    <w:p w:rsidR="008B2778" w:rsidRPr="00740A66" w:rsidRDefault="008B2778" w:rsidP="00D807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8070D">
        <w:rPr>
          <w:rFonts w:ascii="Times New Roman" w:hAnsi="Times New Roman"/>
          <w:sz w:val="28"/>
          <w:szCs w:val="28"/>
        </w:rPr>
        <w:t xml:space="preserve">работ, услуг, их потребительских свойств и иных характеристик, а также значений таких свойств и характеристик, закупаемых </w:t>
      </w:r>
      <w:r w:rsidRPr="00E6550B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ем</w:t>
      </w:r>
      <w:r w:rsidRPr="00E6550B">
        <w:rPr>
          <w:rFonts w:ascii="Times New Roman" w:hAnsi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50B">
        <w:rPr>
          <w:rFonts w:ascii="Times New Roman" w:hAnsi="Times New Roman"/>
          <w:sz w:val="28"/>
          <w:szCs w:val="28"/>
        </w:rPr>
        <w:t>городского округа ЗАТО город Фокино</w:t>
      </w:r>
      <w:r w:rsidRPr="00D8070D">
        <w:rPr>
          <w:rFonts w:ascii="Times New Roman" w:hAnsi="Times New Roman"/>
          <w:sz w:val="28"/>
          <w:szCs w:val="28"/>
        </w:rPr>
        <w:t xml:space="preserve">» </w:t>
      </w:r>
      <w:r w:rsidRPr="00603BA7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</w:rPr>
        <w:t xml:space="preserve">), разработан в соответствии с требованиями </w:t>
      </w:r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18.05.2015 №476  «Об утверждении общих требований к порядку разработки и принятия правовых актов о нормировании в сфере закупок</w:t>
      </w:r>
      <w:hyperlink r:id="rId4" w:history="1">
        <w:r w:rsidRPr="00603BA7">
          <w:rPr>
            <w:rFonts w:ascii="Times New Roman" w:hAnsi="Times New Roman"/>
            <w:sz w:val="28"/>
            <w:szCs w:val="28"/>
          </w:rPr>
          <w:t>, содержанию указанных акт</w:t>
        </w:r>
        <w:r>
          <w:rPr>
            <w:rFonts w:ascii="Times New Roman" w:hAnsi="Times New Roman"/>
            <w:sz w:val="28"/>
            <w:szCs w:val="28"/>
          </w:rPr>
          <w:t>ов и обеспечению их исполнения»,</w:t>
        </w:r>
        <w:r w:rsidRPr="00603BA7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 02.09.2015 №926 «Об утверждении Общих правил определения требований к закупаемым заказчиками отдельным видам товаров, работ, услуг (в том числе предельных цен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 xml:space="preserve">услуг)», </w:t>
      </w:r>
      <w:r w:rsidRPr="00740A6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от 21.12.2015 №2438-па «Об утверждении Требований к порядку разработки и принятия муниципальных правовых актов администрации городского округа ЗАТО город Фокино о нормировании в сфере закупок для обеспечения муниципальных нужд городского округа ЗАТО город Фокино, содержанию указанных актов и обеспечению их исполнения»,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</w:t>
      </w:r>
      <w:r w:rsidRPr="00FA28AE">
        <w:rPr>
          <w:rFonts w:ascii="Times New Roman" w:hAnsi="Times New Roman"/>
          <w:sz w:val="28"/>
          <w:szCs w:val="28"/>
        </w:rPr>
        <w:t>от 19.02.2016 №407</w:t>
      </w:r>
      <w:r>
        <w:rPr>
          <w:rFonts w:ascii="Times New Roman" w:hAnsi="Times New Roman"/>
          <w:sz w:val="28"/>
          <w:szCs w:val="28"/>
        </w:rPr>
        <w:noBreakHyphen/>
      </w:r>
      <w:r w:rsidRPr="00740A66">
        <w:rPr>
          <w:rFonts w:ascii="Times New Roman" w:hAnsi="Times New Roman"/>
          <w:sz w:val="28"/>
          <w:szCs w:val="28"/>
        </w:rPr>
        <w:t>па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нужд»</w:t>
      </w:r>
      <w:r>
        <w:rPr>
          <w:rFonts w:ascii="Times New Roman" w:hAnsi="Times New Roman"/>
          <w:sz w:val="28"/>
          <w:szCs w:val="28"/>
        </w:rPr>
        <w:t>.</w:t>
      </w:r>
    </w:p>
    <w:p w:rsidR="008B2778" w:rsidRDefault="008B2778" w:rsidP="00603BA7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  <w:lang w:eastAsia="en-US"/>
        </w:rPr>
        <w:t>Настоящи</w:t>
      </w:r>
      <w:r>
        <w:rPr>
          <w:rFonts w:ascii="Times New Roman" w:hAnsi="Times New Roman"/>
          <w:sz w:val="28"/>
          <w:szCs w:val="28"/>
          <w:lang w:eastAsia="en-US"/>
        </w:rPr>
        <w:t>й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устанавлива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т </w:t>
      </w:r>
      <w:r w:rsidRPr="00A379CE">
        <w:rPr>
          <w:rFonts w:ascii="Times New Roman" w:hAnsi="Times New Roman"/>
          <w:sz w:val="28"/>
          <w:szCs w:val="28"/>
        </w:rPr>
        <w:t xml:space="preserve">требования к отдельным видам товаров, работ, услуг, закупаемым </w:t>
      </w:r>
      <w:r w:rsidRPr="00E6550B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ем</w:t>
      </w:r>
      <w:r w:rsidRPr="00E6550B">
        <w:rPr>
          <w:rFonts w:ascii="Times New Roman" w:hAnsi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50B">
        <w:rPr>
          <w:rFonts w:ascii="Times New Roman" w:hAnsi="Times New Roman"/>
          <w:sz w:val="28"/>
          <w:szCs w:val="28"/>
        </w:rPr>
        <w:t>городского округа ЗАТО город Фокино</w:t>
      </w:r>
      <w:r w:rsidRPr="00603BA7">
        <w:rPr>
          <w:rFonts w:ascii="Times New Roman" w:hAnsi="Times New Roman"/>
          <w:sz w:val="28"/>
          <w:szCs w:val="28"/>
        </w:rPr>
        <w:t>.</w:t>
      </w:r>
    </w:p>
    <w:p w:rsidR="008B2778" w:rsidRPr="00603BA7" w:rsidRDefault="008B2778" w:rsidP="00FA28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и реализация  п</w:t>
      </w:r>
      <w:r w:rsidRPr="00603BA7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603BA7">
        <w:rPr>
          <w:rFonts w:ascii="Times New Roman" w:hAnsi="Times New Roman"/>
          <w:sz w:val="28"/>
          <w:szCs w:val="28"/>
        </w:rPr>
        <w:t xml:space="preserve">  постановления администрации городского округа ЗАТО город Фокино </w:t>
      </w:r>
      <w:r w:rsidRPr="00D8070D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работ, услуг, их потребительских свойств и иных характеристик, а также значений таких свойств и характеристик, закупаемых </w:t>
      </w:r>
      <w:r w:rsidRPr="00E6550B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ем</w:t>
      </w:r>
      <w:r w:rsidRPr="00E6550B">
        <w:rPr>
          <w:rFonts w:ascii="Times New Roman" w:hAnsi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50B">
        <w:rPr>
          <w:rFonts w:ascii="Times New Roman" w:hAnsi="Times New Roman"/>
          <w:sz w:val="28"/>
          <w:szCs w:val="28"/>
        </w:rPr>
        <w:t>городского округа ЗАТО город Фокино</w:t>
      </w:r>
      <w:r w:rsidRPr="00D8070D">
        <w:rPr>
          <w:rFonts w:ascii="Times New Roman" w:hAnsi="Times New Roman"/>
          <w:sz w:val="28"/>
          <w:szCs w:val="28"/>
        </w:rPr>
        <w:t>»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позволит обеспечить муниципальные нужды необходимыми </w:t>
      </w:r>
      <w:r w:rsidRPr="00603BA7">
        <w:rPr>
          <w:rFonts w:ascii="Times New Roman" w:hAnsi="Times New Roman"/>
          <w:sz w:val="28"/>
          <w:szCs w:val="28"/>
          <w:lang w:eastAsia="en-US"/>
        </w:rPr>
        <w:t>товарам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работам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услугам</w:t>
      </w:r>
      <w:r>
        <w:rPr>
          <w:rFonts w:ascii="Times New Roman" w:hAnsi="Times New Roman"/>
          <w:sz w:val="28"/>
          <w:szCs w:val="28"/>
          <w:lang w:eastAsia="en-US"/>
        </w:rPr>
        <w:t>и, а так же избежать закупок товаров, работ, услуг которые имеют избыточные потребительские свойства или являются предметами роскоши в соответствии с действующим законодательством Российской Федерации.</w:t>
      </w:r>
    </w:p>
    <w:p w:rsidR="008B2778" w:rsidRDefault="008B2778" w:rsidP="00662C2A">
      <w:pPr>
        <w:jc w:val="both"/>
        <w:rPr>
          <w:rFonts w:ascii="Times New Roman" w:hAnsi="Times New Roman"/>
          <w:sz w:val="27"/>
          <w:szCs w:val="27"/>
        </w:rPr>
      </w:pPr>
    </w:p>
    <w:p w:rsidR="008B2778" w:rsidRDefault="008B2778" w:rsidP="00662C2A">
      <w:pPr>
        <w:jc w:val="both"/>
        <w:rPr>
          <w:rFonts w:ascii="Times New Roman" w:hAnsi="Times New Roman"/>
          <w:sz w:val="27"/>
          <w:szCs w:val="27"/>
        </w:rPr>
      </w:pPr>
    </w:p>
    <w:sectPr w:rsidR="008B2778" w:rsidSect="00993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C2A"/>
    <w:rsid w:val="000D3BAB"/>
    <w:rsid w:val="00127C4C"/>
    <w:rsid w:val="00153B02"/>
    <w:rsid w:val="001A2106"/>
    <w:rsid w:val="002948B2"/>
    <w:rsid w:val="00375A58"/>
    <w:rsid w:val="00491B23"/>
    <w:rsid w:val="004A6003"/>
    <w:rsid w:val="005419AD"/>
    <w:rsid w:val="00603548"/>
    <w:rsid w:val="00603BA7"/>
    <w:rsid w:val="00610A23"/>
    <w:rsid w:val="00662C2A"/>
    <w:rsid w:val="00740A66"/>
    <w:rsid w:val="00777C5B"/>
    <w:rsid w:val="008A0CEE"/>
    <w:rsid w:val="008B2778"/>
    <w:rsid w:val="008D3F65"/>
    <w:rsid w:val="00993B15"/>
    <w:rsid w:val="00A379CE"/>
    <w:rsid w:val="00AB5094"/>
    <w:rsid w:val="00B10306"/>
    <w:rsid w:val="00B4531D"/>
    <w:rsid w:val="00B960F7"/>
    <w:rsid w:val="00BA2B25"/>
    <w:rsid w:val="00C94256"/>
    <w:rsid w:val="00D34346"/>
    <w:rsid w:val="00D6405C"/>
    <w:rsid w:val="00D8070D"/>
    <w:rsid w:val="00E6550B"/>
    <w:rsid w:val="00FA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2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E44324AC709CEDE27818CC4ED8D5EF3558F741BC618A809417E423FE086B58C0AD2DCC8CAA3139X15F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2</Pages>
  <Words>427</Words>
  <Characters>2437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</dc:creator>
  <cp:keywords/>
  <dc:description/>
  <cp:lastModifiedBy>User</cp:lastModifiedBy>
  <cp:revision>9</cp:revision>
  <dcterms:created xsi:type="dcterms:W3CDTF">2016-01-13T02:21:00Z</dcterms:created>
  <dcterms:modified xsi:type="dcterms:W3CDTF">2016-04-04T08:44:00Z</dcterms:modified>
</cp:coreProperties>
</file>